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600322-68B6-45E9-BBE2-74FEF332D022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